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945" w:rsidRPr="00570954" w:rsidRDefault="0084684D" w:rsidP="0084684D">
      <w:pPr>
        <w:rPr>
          <w:rFonts w:ascii="Calibri" w:hAnsi="Calibri" w:cs="Calibri"/>
        </w:rPr>
      </w:pPr>
      <w:r w:rsidRPr="0084684D">
        <w:rPr>
          <w:noProof/>
        </w:rPr>
        <w:drawing>
          <wp:inline distT="0" distB="0" distL="0" distR="0">
            <wp:extent cx="838200" cy="767881"/>
            <wp:effectExtent l="0" t="0" r="0" b="0"/>
            <wp:docPr id="1" name="Image 1" descr="C:\Users\mlsireyzol.CHU-CLERMONT\Documents\Divers\Logo carr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lsireyzol.CHU-CLERMONT\Documents\Divers\Logo carré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895" cy="768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266" w:rsidRDefault="00B1012F" w:rsidP="003F19C0">
      <w:pPr>
        <w:jc w:val="center"/>
        <w:rPr>
          <w:rFonts w:ascii="Arial" w:eastAsia="Trebuchet MS" w:hAnsi="Arial" w:cs="Arial"/>
          <w:b/>
          <w:color w:val="000000"/>
          <w:sz w:val="22"/>
          <w:szCs w:val="22"/>
        </w:rPr>
      </w:pPr>
      <w:r>
        <w:rPr>
          <w:rFonts w:ascii="Calibri" w:hAnsi="Calibri" w:cs="Calibri"/>
          <w:b/>
        </w:rPr>
        <w:t>PROCEDU</w:t>
      </w:r>
      <w:r w:rsidR="00961D56">
        <w:rPr>
          <w:rFonts w:ascii="Calibri" w:hAnsi="Calibri" w:cs="Calibri"/>
          <w:b/>
        </w:rPr>
        <w:t xml:space="preserve">RE </w:t>
      </w:r>
      <w:r w:rsidR="00961D56" w:rsidRPr="00C331DA">
        <w:rPr>
          <w:rFonts w:ascii="Calibri" w:hAnsi="Calibri" w:cs="Calibri"/>
          <w:b/>
        </w:rPr>
        <w:t>RELATIF</w:t>
      </w:r>
      <w:r w:rsidR="00F25F61">
        <w:rPr>
          <w:rFonts w:ascii="Calibri" w:hAnsi="Calibri" w:cs="Calibri"/>
          <w:b/>
        </w:rPr>
        <w:t> </w:t>
      </w:r>
      <w:r w:rsidR="00CB787C">
        <w:rPr>
          <w:rFonts w:ascii="Arial" w:eastAsia="Trebuchet MS" w:hAnsi="Arial" w:cs="Arial"/>
          <w:b/>
          <w:color w:val="000000"/>
          <w:sz w:val="22"/>
          <w:szCs w:val="22"/>
        </w:rPr>
        <w:t xml:space="preserve">: </w:t>
      </w:r>
    </w:p>
    <w:p w:rsidR="00740D4D" w:rsidRPr="00BD6F8A" w:rsidRDefault="00740D4D" w:rsidP="00740D4D">
      <w:pPr>
        <w:pStyle w:val="Standard"/>
        <w:jc w:val="center"/>
        <w:rPr>
          <w:rFonts w:cs="Arial"/>
          <w:b/>
          <w:color w:val="4F81BD" w:themeColor="accent1"/>
          <w:sz w:val="24"/>
        </w:rPr>
      </w:pPr>
      <w:bookmarkStart w:id="0" w:name="_GoBack"/>
      <w:r w:rsidRPr="00BD6F8A">
        <w:rPr>
          <w:rFonts w:cs="Arial"/>
          <w:b/>
          <w:color w:val="4F81BD" w:themeColor="accent1"/>
          <w:sz w:val="24"/>
        </w:rPr>
        <w:t>M</w:t>
      </w:r>
      <w:r>
        <w:rPr>
          <w:rFonts w:cs="Arial"/>
          <w:b/>
          <w:color w:val="4F81BD" w:themeColor="accent1"/>
          <w:sz w:val="24"/>
        </w:rPr>
        <w:t>ARCHE DE TRAVAUX D’EXTENSION DE</w:t>
      </w:r>
      <w:r>
        <w:rPr>
          <w:rFonts w:cs="Arial"/>
          <w:b/>
          <w:color w:val="4F81BD" w:themeColor="accent1"/>
          <w:sz w:val="24"/>
        </w:rPr>
        <w:t>S SOINS CRITIQUES PEDIATRIQUES PHASE</w:t>
      </w:r>
      <w:r>
        <w:rPr>
          <w:rFonts w:cs="Arial"/>
          <w:b/>
          <w:color w:val="4F81BD" w:themeColor="accent1"/>
          <w:sz w:val="24"/>
        </w:rPr>
        <w:t xml:space="preserve"> 1</w:t>
      </w:r>
      <w:r>
        <w:rPr>
          <w:rFonts w:cs="Arial"/>
          <w:b/>
          <w:color w:val="4F81BD" w:themeColor="accent1"/>
          <w:sz w:val="24"/>
        </w:rPr>
        <w:t xml:space="preserve"> - </w:t>
      </w:r>
      <w:r>
        <w:rPr>
          <w:rFonts w:cs="Arial"/>
          <w:b/>
          <w:color w:val="4F81BD" w:themeColor="accent1"/>
          <w:sz w:val="24"/>
        </w:rPr>
        <w:t>SITE ESTAING</w:t>
      </w:r>
    </w:p>
    <w:bookmarkEnd w:id="0"/>
    <w:p w:rsidR="00740D4D" w:rsidRDefault="00740D4D" w:rsidP="00EF0435">
      <w:pPr>
        <w:pStyle w:val="ParagrapheIndent2"/>
        <w:spacing w:line="232" w:lineRule="exact"/>
        <w:jc w:val="center"/>
        <w:rPr>
          <w:rFonts w:ascii="Arial" w:hAnsi="Arial" w:cs="Arial"/>
          <w:b/>
          <w:color w:val="000000"/>
          <w:szCs w:val="20"/>
          <w:lang w:val="fr-FR"/>
        </w:rPr>
      </w:pPr>
    </w:p>
    <w:p w:rsidR="00EF0435" w:rsidRDefault="00EF0435" w:rsidP="00EF0435">
      <w:pPr>
        <w:pStyle w:val="ParagrapheIndent2"/>
        <w:spacing w:line="232" w:lineRule="exact"/>
        <w:jc w:val="center"/>
        <w:rPr>
          <w:rFonts w:ascii="Arial" w:hAnsi="Arial" w:cs="Arial"/>
          <w:b/>
          <w:color w:val="000000"/>
          <w:szCs w:val="20"/>
          <w:lang w:val="fr-FR"/>
        </w:rPr>
      </w:pPr>
      <w:r w:rsidRPr="005A02AA">
        <w:rPr>
          <w:rFonts w:ascii="Arial" w:hAnsi="Arial" w:cs="Arial"/>
          <w:b/>
          <w:color w:val="000000"/>
          <w:szCs w:val="20"/>
          <w:lang w:val="fr-FR"/>
        </w:rPr>
        <w:t xml:space="preserve">AFFAIRE – </w:t>
      </w:r>
      <w:r w:rsidR="00740D4D">
        <w:rPr>
          <w:rFonts w:ascii="Arial" w:hAnsi="Arial" w:cs="Arial"/>
          <w:b/>
          <w:color w:val="000000"/>
          <w:szCs w:val="20"/>
          <w:lang w:val="fr-FR"/>
        </w:rPr>
        <w:t>7-CHUE -16251</w:t>
      </w:r>
    </w:p>
    <w:p w:rsidR="00740D4D" w:rsidRPr="00740D4D" w:rsidRDefault="00740D4D" w:rsidP="00740D4D">
      <w:pPr>
        <w:rPr>
          <w:lang w:eastAsia="en-US"/>
        </w:rPr>
      </w:pPr>
    </w:p>
    <w:p w:rsidR="00D41190" w:rsidRPr="00D41190" w:rsidRDefault="00D41190" w:rsidP="00D41190">
      <w:pPr>
        <w:jc w:val="center"/>
        <w:rPr>
          <w:b/>
          <w:lang w:eastAsia="en-US"/>
        </w:rPr>
      </w:pPr>
      <w:r w:rsidRPr="00D41190">
        <w:rPr>
          <w:b/>
          <w:lang w:eastAsia="en-US"/>
        </w:rPr>
        <w:t>PROCEDURE 25-GHTA-0</w:t>
      </w:r>
      <w:r w:rsidR="00740D4D">
        <w:rPr>
          <w:b/>
          <w:lang w:eastAsia="en-US"/>
        </w:rPr>
        <w:t>106</w:t>
      </w:r>
    </w:p>
    <w:p w:rsidR="00D41190" w:rsidRPr="00D41190" w:rsidRDefault="00D41190" w:rsidP="00D41190">
      <w:pPr>
        <w:rPr>
          <w:b/>
          <w:highlight w:val="yellow"/>
          <w:lang w:eastAsia="en-US"/>
        </w:rPr>
      </w:pPr>
    </w:p>
    <w:p w:rsidR="00F6739C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  <w:r w:rsidRPr="002B68B1">
        <w:rPr>
          <w:rFonts w:ascii="Calibri" w:hAnsi="Calibri" w:cs="Calibri"/>
          <w:b/>
          <w:caps/>
          <w:u w:val="single"/>
        </w:rPr>
        <w:t>ATTESTATION DE VISITE</w:t>
      </w:r>
      <w:r w:rsidR="006C2266">
        <w:rPr>
          <w:rFonts w:ascii="Calibri" w:hAnsi="Calibri" w:cs="Calibri"/>
          <w:b/>
          <w:caps/>
          <w:u w:val="single"/>
        </w:rPr>
        <w:t xml:space="preserve"> </w:t>
      </w:r>
      <w:r w:rsidR="00EF0435">
        <w:rPr>
          <w:rFonts w:ascii="Calibri" w:hAnsi="Calibri" w:cs="Calibri"/>
          <w:b/>
          <w:caps/>
          <w:u w:val="single"/>
        </w:rPr>
        <w:t>obligatoire</w:t>
      </w:r>
      <w:r w:rsidRPr="002B68B1">
        <w:rPr>
          <w:rFonts w:ascii="Calibri" w:hAnsi="Calibri" w:cs="Calibri"/>
          <w:b/>
          <w:caps/>
          <w:u w:val="single"/>
        </w:rPr>
        <w:t xml:space="preserve">  </w:t>
      </w:r>
    </w:p>
    <w:p w:rsidR="00F6739C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F6739C" w:rsidRPr="002B68B1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Nom de la Société …………………………………………………………………..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Adresse ……………………………………………………………………………...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Téléphone …………………………………………………………………………...</w:t>
      </w:r>
    </w:p>
    <w:p w:rsidR="00C72796" w:rsidRPr="00570954" w:rsidRDefault="00C72796" w:rsidP="008B0B8C">
      <w:pPr>
        <w:ind w:right="-1008"/>
        <w:rPr>
          <w:rFonts w:ascii="Calibri" w:hAnsi="Calibri" w:cs="Calibri"/>
          <w:b/>
        </w:rPr>
      </w:pPr>
    </w:p>
    <w:p w:rsidR="00C72796" w:rsidRPr="00570954" w:rsidRDefault="00C72796" w:rsidP="00C72796">
      <w:pPr>
        <w:ind w:right="-1008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Email….</w:t>
      </w:r>
      <w:r w:rsidRPr="00570954">
        <w:rPr>
          <w:rFonts w:ascii="Calibri" w:hAnsi="Calibri" w:cs="Calibri"/>
          <w:b/>
        </w:rPr>
        <w:t>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Nom et Qualité de la  (des) personne(s)  ayant effectué la visite des lieux : 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C60DCD" w:rsidRPr="00570954" w:rsidRDefault="00C60DCD" w:rsidP="00E856EB">
      <w:pPr>
        <w:ind w:right="-108"/>
        <w:rPr>
          <w:rFonts w:ascii="Calibri" w:hAnsi="Calibri" w:cs="Calibri"/>
          <w:b/>
        </w:rPr>
      </w:pPr>
    </w:p>
    <w:p w:rsidR="00797505" w:rsidRDefault="008B0B8C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D</w:t>
      </w:r>
      <w:r w:rsidR="00E856EB" w:rsidRPr="00570954">
        <w:rPr>
          <w:rFonts w:ascii="Calibri" w:hAnsi="Calibri" w:cs="Calibri"/>
          <w:b/>
        </w:rPr>
        <w:t>éclare</w:t>
      </w:r>
      <w:r w:rsidRPr="00570954">
        <w:rPr>
          <w:rFonts w:ascii="Calibri" w:hAnsi="Calibri" w:cs="Calibri"/>
          <w:b/>
        </w:rPr>
        <w:t xml:space="preserve">(nt) </w:t>
      </w:r>
      <w:r w:rsidR="00E856EB" w:rsidRPr="00570954">
        <w:rPr>
          <w:rFonts w:ascii="Calibri" w:hAnsi="Calibri" w:cs="Calibri"/>
          <w:b/>
        </w:rPr>
        <w:t xml:space="preserve"> avoir procédé à la visit</w:t>
      </w:r>
      <w:r w:rsidRPr="00570954">
        <w:rPr>
          <w:rFonts w:ascii="Calibri" w:hAnsi="Calibri" w:cs="Calibri"/>
          <w:b/>
        </w:rPr>
        <w:t xml:space="preserve">e des locaux </w:t>
      </w:r>
      <w:r w:rsidR="00797505" w:rsidRPr="00570954">
        <w:rPr>
          <w:rFonts w:ascii="Calibri" w:hAnsi="Calibri" w:cs="Calibri"/>
          <w:b/>
        </w:rPr>
        <w:t>suivants </w:t>
      </w:r>
      <w:r w:rsidR="003A52E3">
        <w:rPr>
          <w:rFonts w:ascii="Calibri" w:hAnsi="Calibri" w:cs="Calibri"/>
          <w:b/>
        </w:rPr>
        <w:t>le</w:t>
      </w:r>
      <w:r w:rsidR="00B1012F">
        <w:rPr>
          <w:rFonts w:ascii="Calibri" w:hAnsi="Calibri" w:cs="Calibri"/>
          <w:b/>
        </w:rPr>
        <w:t> :</w:t>
      </w:r>
    </w:p>
    <w:p w:rsidR="00B1012F" w:rsidRPr="00570954" w:rsidRDefault="00B1012F" w:rsidP="008B0B8C">
      <w:pPr>
        <w:ind w:right="-828"/>
        <w:rPr>
          <w:rFonts w:ascii="Calibri" w:hAnsi="Calibri" w:cs="Calibri"/>
          <w:b/>
        </w:rPr>
      </w:pPr>
    </w:p>
    <w:p w:rsidR="00C60DCD" w:rsidRPr="00570954" w:rsidRDefault="00C60DCD" w:rsidP="00C60DCD">
      <w:pPr>
        <w:rPr>
          <w:rFonts w:ascii="Calibri" w:hAnsi="Calibri" w:cs="Calibri"/>
          <w:b/>
          <w:snapToGrid w:val="0"/>
        </w:rPr>
      </w:pPr>
    </w:p>
    <w:p w:rsidR="00F6739C" w:rsidRDefault="00F6739C" w:rsidP="00C60DCD">
      <w:pPr>
        <w:rPr>
          <w:rFonts w:ascii="Calibri" w:hAnsi="Calibri" w:cs="Calibri"/>
          <w:b/>
          <w:snapToGrid w:val="0"/>
        </w:rPr>
        <w:sectPr w:rsidR="00F6739C" w:rsidSect="008B0B8C">
          <w:footerReference w:type="default" r:id="rId8"/>
          <w:pgSz w:w="11906" w:h="16838"/>
          <w:pgMar w:top="1079" w:right="1417" w:bottom="1417" w:left="1417" w:header="708" w:footer="195" w:gutter="0"/>
          <w:cols w:space="708"/>
          <w:docGrid w:linePitch="360"/>
        </w:sectPr>
      </w:pPr>
    </w:p>
    <w:p w:rsidR="003A52E3" w:rsidRDefault="003A52E3" w:rsidP="00C60DCD">
      <w:pPr>
        <w:rPr>
          <w:rFonts w:ascii="Calibri" w:hAnsi="Calibri" w:cs="Calibri"/>
          <w:b/>
          <w:snapToGrid w:val="0"/>
        </w:rPr>
        <w:sectPr w:rsidR="003A52E3" w:rsidSect="003A52E3">
          <w:type w:val="continuous"/>
          <w:pgSz w:w="11906" w:h="16838"/>
          <w:pgMar w:top="1079" w:right="1417" w:bottom="1417" w:left="1417" w:header="708" w:footer="195" w:gutter="0"/>
          <w:cols w:space="708"/>
          <w:docGrid w:linePitch="360"/>
        </w:sectPr>
      </w:pPr>
    </w:p>
    <w:p w:rsidR="00F6739C" w:rsidRDefault="00F6739C" w:rsidP="00C60DCD">
      <w:pPr>
        <w:rPr>
          <w:rFonts w:ascii="Calibri" w:hAnsi="Calibri" w:cs="Calibri"/>
          <w:b/>
          <w:snapToGrid w:val="0"/>
        </w:rPr>
      </w:pPr>
    </w:p>
    <w:p w:rsidR="00F6739C" w:rsidRDefault="00F6739C" w:rsidP="008B0B8C">
      <w:pPr>
        <w:ind w:right="-828"/>
        <w:rPr>
          <w:rFonts w:ascii="Calibri" w:hAnsi="Calibri" w:cs="Calibri"/>
          <w:b/>
          <w:snapToGrid w:val="0"/>
        </w:rPr>
      </w:pPr>
    </w:p>
    <w:p w:rsidR="003A52E3" w:rsidRDefault="003A52E3" w:rsidP="008B0B8C">
      <w:pPr>
        <w:ind w:right="-828"/>
        <w:rPr>
          <w:rFonts w:ascii="Calibri" w:hAnsi="Calibri" w:cs="Calibri"/>
          <w:b/>
        </w:rPr>
      </w:pPr>
    </w:p>
    <w:p w:rsidR="00F6739C" w:rsidRDefault="00F6739C" w:rsidP="008B0B8C">
      <w:pPr>
        <w:ind w:right="-828"/>
        <w:rPr>
          <w:rFonts w:ascii="Calibri" w:hAnsi="Calibri" w:cs="Calibri"/>
          <w:b/>
        </w:rPr>
        <w:sectPr w:rsidR="00F6739C" w:rsidSect="00F6739C">
          <w:type w:val="continuous"/>
          <w:pgSz w:w="11906" w:h="16838"/>
          <w:pgMar w:top="1079" w:right="1417" w:bottom="1417" w:left="1417" w:header="708" w:footer="195" w:gutter="0"/>
          <w:cols w:num="2" w:space="708"/>
          <w:docGrid w:linePitch="360"/>
        </w:sectPr>
      </w:pPr>
    </w:p>
    <w:p w:rsidR="00E856EB" w:rsidRPr="00570954" w:rsidRDefault="00C60DCD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Et</w:t>
      </w:r>
      <w:r w:rsidR="00E856EB" w:rsidRPr="00570954">
        <w:rPr>
          <w:rFonts w:ascii="Calibri" w:hAnsi="Calibri" w:cs="Calibri"/>
          <w:b/>
        </w:rPr>
        <w:t xml:space="preserve"> pris connaissance des contraintes imposées par ceux-ci, 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 xml:space="preserve">A </w:t>
      </w:r>
      <w:proofErr w:type="gramStart"/>
      <w:r w:rsidR="00F6739C">
        <w:rPr>
          <w:rFonts w:ascii="Calibri" w:hAnsi="Calibri" w:cs="Calibri"/>
          <w:b/>
        </w:rPr>
        <w:t>…….</w:t>
      </w:r>
      <w:proofErr w:type="gramEnd"/>
      <w:r w:rsidR="00F6739C" w:rsidRPr="00570954">
        <w:rPr>
          <w:rFonts w:ascii="Calibri" w:hAnsi="Calibri" w:cs="Calibri"/>
          <w:b/>
        </w:rPr>
        <w:t>……………………………….</w:t>
      </w:r>
      <w:r w:rsidR="00F6739C">
        <w:rPr>
          <w:rFonts w:ascii="Calibri" w:hAnsi="Calibri" w:cs="Calibri"/>
          <w:b/>
        </w:rPr>
        <w:t xml:space="preserve">, </w:t>
      </w:r>
      <w:r w:rsidRPr="00570954">
        <w:rPr>
          <w:rFonts w:ascii="Calibri" w:hAnsi="Calibri" w:cs="Calibri"/>
          <w:b/>
        </w:rPr>
        <w:t>le ……………………………….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</w:p>
    <w:p w:rsidR="00F6739C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>A Clermont-Ferrand</w:t>
      </w:r>
      <w:r w:rsidR="007612C2">
        <w:rPr>
          <w:rFonts w:ascii="Calibri" w:hAnsi="Calibri" w:cs="Calibri"/>
          <w:b/>
        </w:rPr>
        <w:t>,</w:t>
      </w:r>
      <w:r w:rsidRPr="00570954">
        <w:rPr>
          <w:rFonts w:ascii="Calibri" w:hAnsi="Calibri" w:cs="Calibri"/>
          <w:b/>
        </w:rPr>
        <w:t xml:space="preserve"> le ……………………………….</w:t>
      </w:r>
    </w:p>
    <w:p w:rsidR="00F6739C" w:rsidRPr="00570954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  <w:t>M……</w:t>
      </w:r>
      <w:r w:rsidR="002B68B1">
        <w:rPr>
          <w:rFonts w:ascii="Calibri" w:hAnsi="Calibri" w:cs="Calibri"/>
          <w:b/>
        </w:rPr>
        <w:t>…………………………….</w:t>
      </w:r>
      <w:r w:rsidRPr="00570954">
        <w:rPr>
          <w:rFonts w:ascii="Calibri" w:hAnsi="Calibri" w:cs="Calibri"/>
          <w:b/>
        </w:rPr>
        <w:t xml:space="preserve">…………………………., représentant du CHU </w:t>
      </w:r>
      <w:r w:rsidR="00C60DCD" w:rsidRPr="00570954">
        <w:rPr>
          <w:rFonts w:ascii="Calibri" w:hAnsi="Calibri" w:cs="Calibri"/>
          <w:b/>
        </w:rPr>
        <w:t>de Clermont-Ferrand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sectPr w:rsidR="00E856EB" w:rsidRPr="00570954" w:rsidSect="00F6739C">
      <w:type w:val="continuous"/>
      <w:pgSz w:w="11906" w:h="16838"/>
      <w:pgMar w:top="1079" w:right="1417" w:bottom="1417" w:left="1417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D1" w:rsidRDefault="00EF04D1">
      <w:r>
        <w:separator/>
      </w:r>
    </w:p>
  </w:endnote>
  <w:endnote w:type="continuationSeparator" w:id="0">
    <w:p w:rsidR="00EF04D1" w:rsidRDefault="00EF0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nguiat Frisky">
    <w:altName w:val="Courier New"/>
    <w:charset w:val="00"/>
    <w:family w:val="script"/>
    <w:pitch w:val="variable"/>
    <w:sig w:usb0="8000002F" w:usb1="00000048" w:usb2="00000000" w:usb3="00000000" w:csb0="0000001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ndale Sans UI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2BD" w:rsidRPr="00F1767B" w:rsidRDefault="005212BD" w:rsidP="00C365D0">
    <w:pPr>
      <w:pStyle w:val="Pieddepage"/>
      <w:rPr>
        <w:sz w:val="12"/>
        <w:szCs w:val="20"/>
      </w:rPr>
    </w:pPr>
    <w:r w:rsidRPr="00F1767B">
      <w:rPr>
        <w:sz w:val="12"/>
        <w:szCs w:val="20"/>
      </w:rPr>
      <w:tab/>
    </w:r>
    <w:r w:rsidR="00F1767B" w:rsidRPr="00F1767B">
      <w:rPr>
        <w:sz w:val="12"/>
        <w:szCs w:val="20"/>
      </w:rPr>
      <w:t>- ATTESTATION DE VISITE</w:t>
    </w:r>
    <w:r w:rsidRPr="00F1767B">
      <w:rPr>
        <w:sz w:val="12"/>
        <w:szCs w:val="20"/>
      </w:rPr>
      <w:tab/>
      <w:t xml:space="preserve">Page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PAGE </w:instrText>
    </w:r>
    <w:r w:rsidRPr="00F1767B">
      <w:rPr>
        <w:sz w:val="12"/>
        <w:szCs w:val="20"/>
      </w:rPr>
      <w:fldChar w:fldCharType="separate"/>
    </w:r>
    <w:r w:rsidR="00F53945">
      <w:rPr>
        <w:noProof/>
        <w:sz w:val="12"/>
        <w:szCs w:val="20"/>
      </w:rPr>
      <w:t>1</w:t>
    </w:r>
    <w:r w:rsidRPr="00F1767B">
      <w:rPr>
        <w:sz w:val="12"/>
        <w:szCs w:val="20"/>
      </w:rPr>
      <w:fldChar w:fldCharType="end"/>
    </w:r>
    <w:r w:rsidRPr="00F1767B">
      <w:rPr>
        <w:sz w:val="12"/>
        <w:szCs w:val="20"/>
      </w:rPr>
      <w:t xml:space="preserve"> sur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NUMPAGES </w:instrText>
    </w:r>
    <w:r w:rsidRPr="00F1767B">
      <w:rPr>
        <w:sz w:val="12"/>
        <w:szCs w:val="20"/>
      </w:rPr>
      <w:fldChar w:fldCharType="separate"/>
    </w:r>
    <w:r w:rsidR="00F53945">
      <w:rPr>
        <w:noProof/>
        <w:sz w:val="12"/>
        <w:szCs w:val="20"/>
      </w:rPr>
      <w:t>1</w:t>
    </w:r>
    <w:r w:rsidRPr="00F1767B">
      <w:rPr>
        <w:sz w:val="1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D1" w:rsidRDefault="00EF04D1">
      <w:r>
        <w:separator/>
      </w:r>
    </w:p>
  </w:footnote>
  <w:footnote w:type="continuationSeparator" w:id="0">
    <w:p w:rsidR="00EF04D1" w:rsidRDefault="00EF0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6E23"/>
    <w:multiLevelType w:val="multilevel"/>
    <w:tmpl w:val="7020EB38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0D31FF2"/>
    <w:multiLevelType w:val="hybridMultilevel"/>
    <w:tmpl w:val="7020EB38"/>
    <w:lvl w:ilvl="0" w:tplc="040C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315448B"/>
    <w:multiLevelType w:val="hybridMultilevel"/>
    <w:tmpl w:val="901A991E"/>
    <w:lvl w:ilvl="0" w:tplc="4800B94E">
      <w:numFmt w:val="bullet"/>
      <w:lvlText w:val="-"/>
      <w:lvlJc w:val="left"/>
      <w:pPr>
        <w:tabs>
          <w:tab w:val="num" w:pos="1457"/>
        </w:tabs>
        <w:ind w:left="1457" w:hanging="78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3" w15:restartNumberingAfterBreak="0">
    <w:nsid w:val="7FA54472"/>
    <w:multiLevelType w:val="hybridMultilevel"/>
    <w:tmpl w:val="17740002"/>
    <w:lvl w:ilvl="0" w:tplc="A7D400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EB"/>
    <w:rsid w:val="00010A6C"/>
    <w:rsid w:val="00020510"/>
    <w:rsid w:val="00034940"/>
    <w:rsid w:val="0003563C"/>
    <w:rsid w:val="00037719"/>
    <w:rsid w:val="00042318"/>
    <w:rsid w:val="00043F09"/>
    <w:rsid w:val="00064AE5"/>
    <w:rsid w:val="00077F14"/>
    <w:rsid w:val="000D2ECF"/>
    <w:rsid w:val="00113C68"/>
    <w:rsid w:val="00114920"/>
    <w:rsid w:val="00147B15"/>
    <w:rsid w:val="0016690F"/>
    <w:rsid w:val="00167B79"/>
    <w:rsid w:val="0017579F"/>
    <w:rsid w:val="0018711B"/>
    <w:rsid w:val="001943FF"/>
    <w:rsid w:val="002007A9"/>
    <w:rsid w:val="00240B9F"/>
    <w:rsid w:val="00245BA5"/>
    <w:rsid w:val="002532EF"/>
    <w:rsid w:val="00263AB8"/>
    <w:rsid w:val="002A5D7D"/>
    <w:rsid w:val="002A6BC2"/>
    <w:rsid w:val="002B68B1"/>
    <w:rsid w:val="002E1DBC"/>
    <w:rsid w:val="002E7155"/>
    <w:rsid w:val="003064B1"/>
    <w:rsid w:val="003077F0"/>
    <w:rsid w:val="00321AA1"/>
    <w:rsid w:val="00345A75"/>
    <w:rsid w:val="003A52E3"/>
    <w:rsid w:val="003B6B81"/>
    <w:rsid w:val="003D4B9D"/>
    <w:rsid w:val="003F19C0"/>
    <w:rsid w:val="003F24FB"/>
    <w:rsid w:val="004160D7"/>
    <w:rsid w:val="00454A1A"/>
    <w:rsid w:val="00480C07"/>
    <w:rsid w:val="00482687"/>
    <w:rsid w:val="004A6C31"/>
    <w:rsid w:val="004C2D9C"/>
    <w:rsid w:val="005212BD"/>
    <w:rsid w:val="0054479A"/>
    <w:rsid w:val="00570954"/>
    <w:rsid w:val="00572EE7"/>
    <w:rsid w:val="00583E47"/>
    <w:rsid w:val="005C5538"/>
    <w:rsid w:val="005F5C7A"/>
    <w:rsid w:val="00625722"/>
    <w:rsid w:val="00627B35"/>
    <w:rsid w:val="0063169E"/>
    <w:rsid w:val="00646F20"/>
    <w:rsid w:val="006B3185"/>
    <w:rsid w:val="006C2266"/>
    <w:rsid w:val="006C72FE"/>
    <w:rsid w:val="00740D4D"/>
    <w:rsid w:val="0075124F"/>
    <w:rsid w:val="007579AD"/>
    <w:rsid w:val="007612C2"/>
    <w:rsid w:val="007622AC"/>
    <w:rsid w:val="007971B3"/>
    <w:rsid w:val="00797505"/>
    <w:rsid w:val="007C1489"/>
    <w:rsid w:val="007D0127"/>
    <w:rsid w:val="00814260"/>
    <w:rsid w:val="0084684D"/>
    <w:rsid w:val="008473CD"/>
    <w:rsid w:val="00881AA9"/>
    <w:rsid w:val="008B0B8C"/>
    <w:rsid w:val="008B1AE7"/>
    <w:rsid w:val="008C00B7"/>
    <w:rsid w:val="008C11F8"/>
    <w:rsid w:val="008E7B97"/>
    <w:rsid w:val="00915E5D"/>
    <w:rsid w:val="009606ED"/>
    <w:rsid w:val="00961D56"/>
    <w:rsid w:val="009964BC"/>
    <w:rsid w:val="009C74AD"/>
    <w:rsid w:val="009F1279"/>
    <w:rsid w:val="009F773F"/>
    <w:rsid w:val="00A00B4C"/>
    <w:rsid w:val="00A23E92"/>
    <w:rsid w:val="00A505D6"/>
    <w:rsid w:val="00A90EB7"/>
    <w:rsid w:val="00A947CA"/>
    <w:rsid w:val="00AE5A32"/>
    <w:rsid w:val="00B1012F"/>
    <w:rsid w:val="00B351F7"/>
    <w:rsid w:val="00B6121B"/>
    <w:rsid w:val="00B66B74"/>
    <w:rsid w:val="00B96D95"/>
    <w:rsid w:val="00BD20A8"/>
    <w:rsid w:val="00BE086B"/>
    <w:rsid w:val="00C0089A"/>
    <w:rsid w:val="00C018D8"/>
    <w:rsid w:val="00C166DF"/>
    <w:rsid w:val="00C2098D"/>
    <w:rsid w:val="00C22657"/>
    <w:rsid w:val="00C331DA"/>
    <w:rsid w:val="00C365D0"/>
    <w:rsid w:val="00C51ACE"/>
    <w:rsid w:val="00C60DCD"/>
    <w:rsid w:val="00C631AB"/>
    <w:rsid w:val="00C65EFF"/>
    <w:rsid w:val="00C72796"/>
    <w:rsid w:val="00C81F76"/>
    <w:rsid w:val="00C92ECB"/>
    <w:rsid w:val="00C95F82"/>
    <w:rsid w:val="00CB787C"/>
    <w:rsid w:val="00CC2300"/>
    <w:rsid w:val="00CE4591"/>
    <w:rsid w:val="00D03A52"/>
    <w:rsid w:val="00D15FC2"/>
    <w:rsid w:val="00D25AEE"/>
    <w:rsid w:val="00D3016B"/>
    <w:rsid w:val="00D41190"/>
    <w:rsid w:val="00D8385D"/>
    <w:rsid w:val="00DD11DC"/>
    <w:rsid w:val="00DE4CC7"/>
    <w:rsid w:val="00E10711"/>
    <w:rsid w:val="00E36F89"/>
    <w:rsid w:val="00E42FCE"/>
    <w:rsid w:val="00E47479"/>
    <w:rsid w:val="00E856EB"/>
    <w:rsid w:val="00E916BB"/>
    <w:rsid w:val="00EB3594"/>
    <w:rsid w:val="00EE5077"/>
    <w:rsid w:val="00EF0435"/>
    <w:rsid w:val="00EF04D1"/>
    <w:rsid w:val="00F1767B"/>
    <w:rsid w:val="00F17D89"/>
    <w:rsid w:val="00F2109B"/>
    <w:rsid w:val="00F25F61"/>
    <w:rsid w:val="00F42490"/>
    <w:rsid w:val="00F426BF"/>
    <w:rsid w:val="00F53945"/>
    <w:rsid w:val="00F6739C"/>
    <w:rsid w:val="00F84F79"/>
    <w:rsid w:val="00F97832"/>
    <w:rsid w:val="00FA7E2E"/>
    <w:rsid w:val="00FB7251"/>
    <w:rsid w:val="00FC3F15"/>
    <w:rsid w:val="00FE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7B2822"/>
  <w15:docId w15:val="{D13EC55A-1CA2-4430-8609-235658F4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3CD"/>
    <w:rPr>
      <w:sz w:val="24"/>
      <w:szCs w:val="24"/>
    </w:rPr>
  </w:style>
  <w:style w:type="paragraph" w:styleId="Titre1">
    <w:name w:val="heading 1"/>
    <w:basedOn w:val="Normal"/>
    <w:next w:val="Normal"/>
    <w:qFormat/>
    <w:rsid w:val="00113C68"/>
    <w:pPr>
      <w:keepNext/>
      <w:tabs>
        <w:tab w:val="left" w:pos="1418"/>
      </w:tabs>
      <w:outlineLvl w:val="0"/>
    </w:pPr>
    <w:rPr>
      <w:b/>
      <w:bCs/>
      <w:sz w:val="1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113C68"/>
    <w:rPr>
      <w:color w:val="0000FF"/>
      <w:u w:val="single"/>
    </w:rPr>
  </w:style>
  <w:style w:type="paragraph" w:styleId="En-tte">
    <w:name w:val="header"/>
    <w:basedOn w:val="Normal"/>
    <w:rsid w:val="00C365D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365D0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4A6C31"/>
    <w:pPr>
      <w:tabs>
        <w:tab w:val="left" w:pos="1418"/>
      </w:tabs>
    </w:pPr>
    <w:rPr>
      <w:rFonts w:ascii="Benguiat Frisky" w:hAnsi="Benguiat Frisky"/>
      <w:color w:val="808080"/>
      <w:sz w:val="22"/>
      <w:szCs w:val="20"/>
    </w:rPr>
  </w:style>
  <w:style w:type="paragraph" w:customStyle="1" w:styleId="CharChar1">
    <w:name w:val="Char Char1"/>
    <w:basedOn w:val="Normal"/>
    <w:rsid w:val="00010A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Commentaire">
    <w:name w:val="annotation text"/>
    <w:basedOn w:val="Normal"/>
    <w:semiHidden/>
    <w:rsid w:val="00881AA9"/>
    <w:rPr>
      <w:sz w:val="20"/>
      <w:szCs w:val="20"/>
    </w:rPr>
  </w:style>
  <w:style w:type="paragraph" w:styleId="Textedebulles">
    <w:name w:val="Balloon Text"/>
    <w:basedOn w:val="Normal"/>
    <w:semiHidden/>
    <w:rsid w:val="00881AA9"/>
    <w:rPr>
      <w:rFonts w:ascii="Tahoma" w:hAnsi="Tahoma" w:cs="Tahoma"/>
      <w:sz w:val="16"/>
      <w:szCs w:val="16"/>
    </w:rPr>
  </w:style>
  <w:style w:type="paragraph" w:customStyle="1" w:styleId="Valign">
    <w:name w:val="Valign"/>
    <w:basedOn w:val="Normal"/>
    <w:next w:val="Normal"/>
    <w:qFormat/>
    <w:rsid w:val="003F19C0"/>
    <w:rPr>
      <w:rFonts w:ascii="Trebuchet MS" w:eastAsia="Trebuchet MS" w:hAnsi="Trebuchet MS" w:cs="Trebuchet MS"/>
      <w:sz w:val="20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6C2266"/>
    <w:rPr>
      <w:rFonts w:ascii="Trebuchet MS" w:eastAsia="Trebuchet MS" w:hAnsi="Trebuchet MS" w:cs="Trebuchet MS"/>
      <w:sz w:val="20"/>
      <w:lang w:val="en-US" w:eastAsia="en-US"/>
    </w:rPr>
  </w:style>
  <w:style w:type="paragraph" w:customStyle="1" w:styleId="Standard">
    <w:name w:val="Standard"/>
    <w:link w:val="StandardCar"/>
    <w:rsid w:val="00740D4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/>
      <w:jc w:val="both"/>
    </w:pPr>
    <w:rPr>
      <w:rFonts w:ascii="Arial" w:eastAsia="Andale Sans UI" w:hAnsi="Arial" w:cs="Tahoma"/>
      <w:szCs w:val="24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740D4D"/>
    <w:rPr>
      <w:rFonts w:ascii="Arial" w:eastAsia="Andale Sans UI" w:hAnsi="Arial" w:cs="Tahoma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fanton\Application%20Data\Microsoft\Mod&#232;les\Sce%20Economique\MODELE%20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 1</Template>
  <TotalTime>13</TotalTime>
  <Pages>1</Pages>
  <Words>86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D.I</dc:creator>
  <cp:lastModifiedBy>Costelle Florence</cp:lastModifiedBy>
  <cp:revision>13</cp:revision>
  <cp:lastPrinted>2014-10-20T12:18:00Z</cp:lastPrinted>
  <dcterms:created xsi:type="dcterms:W3CDTF">2024-04-10T12:22:00Z</dcterms:created>
  <dcterms:modified xsi:type="dcterms:W3CDTF">2025-12-02T08:44:00Z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